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31169" cy="2977662"/>
                <wp:effectExtent l="0" t="0" r="22225" b="1333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1169" cy="2977662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2.75pt;height:23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" filled="f" strokecolor="#7030a0" strokeweight="1pt"/>
            </w:pict>
          </mc:Fallback>
        </mc:AlternateContent>
      </w:r>
      <w:r w:rsidR="00CC4B8D">
        <w:rPr>
          <w:rFonts w:ascii="Arial" w:hAnsi="Arial" w:cs="Arial"/>
          <w:b/>
          <w:color w:val="7030A0"/>
          <w:sz w:val="28"/>
          <w:szCs w:val="28"/>
        </w:rPr>
        <w:t xml:space="preserve">JEU DE MIME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B3337A" w:rsidP="00DF15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Découvrir</w:t>
      </w:r>
      <w:r w:rsidR="00F97016">
        <w:rPr>
          <w:rFonts w:ascii="Arial" w:hAnsi="Arial" w:cs="Arial"/>
        </w:rPr>
        <w:t>,</w:t>
      </w:r>
      <w:r w:rsidR="00F97016" w:rsidRPr="00F97016">
        <w:t xml:space="preserve"> </w:t>
      </w:r>
      <w:r w:rsidR="00F97016" w:rsidRPr="00F97016">
        <w:rPr>
          <w:rFonts w:ascii="Arial" w:hAnsi="Arial" w:cs="Arial"/>
        </w:rPr>
        <w:t>en albanais</w:t>
      </w:r>
      <w:r w:rsidR="00F9701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nom de quelques métiers à travers un jeu de mime et de déduction.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DF15FB">
        <w:rPr>
          <w:rFonts w:ascii="Arial" w:hAnsi="Arial" w:cs="Arial"/>
        </w:rPr>
        <w:t xml:space="preserve"> L 17 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A84F5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DF15FB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DF15FB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DF15FB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DF15FB">
        <w:rPr>
          <w:rFonts w:ascii="Arial" w:hAnsi="Arial" w:cs="Arial"/>
        </w:rPr>
        <w:t>CM 11, CM 12, CM 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DF15FB">
        <w:rPr>
          <w:rFonts w:ascii="Arial" w:hAnsi="Arial" w:cs="Arial"/>
        </w:rPr>
        <w:t>FG 13, FG 14-15, FG 18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DF15FB">
        <w:rPr>
          <w:rFonts w:ascii="Arial" w:hAnsi="Arial" w:cs="Arial"/>
        </w:rPr>
        <w:t xml:space="preserve"> Communication, collaboration, stratégie</w:t>
      </w:r>
      <w:r w:rsidR="00AC70F6">
        <w:rPr>
          <w:rFonts w:ascii="Arial" w:hAnsi="Arial" w:cs="Arial"/>
        </w:rPr>
        <w:t>s</w:t>
      </w:r>
      <w:bookmarkStart w:id="0" w:name="_GoBack"/>
      <w:bookmarkEnd w:id="0"/>
      <w:r w:rsidR="00DF15FB">
        <w:rPr>
          <w:rFonts w:ascii="Arial" w:hAnsi="Arial" w:cs="Arial"/>
        </w:rPr>
        <w:t xml:space="preserve"> d'apprentissage, démarche réflexive et pensée créatrice.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611CB0" w:rsidRDefault="00427EA4" w:rsidP="00611CB0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1D733C" w:rsidRPr="001D733C" w:rsidRDefault="001D733C" w:rsidP="001D733C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/>
        </w:rPr>
      </w:pPr>
      <w:r w:rsidRPr="001D733C">
        <w:rPr>
          <w:rFonts w:ascii="Arial" w:hAnsi="Arial" w:cs="Arial"/>
          <w:b/>
        </w:rPr>
        <w:t>PDF "métiers en albanais"</w:t>
      </w:r>
    </w:p>
    <w:p w:rsidR="001D733C" w:rsidRPr="001D733C" w:rsidRDefault="00C93A5B" w:rsidP="001D733C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"carte des métiers</w:t>
      </w:r>
      <w:r w:rsidR="001D733C" w:rsidRPr="001D733C">
        <w:rPr>
          <w:rFonts w:ascii="Arial" w:hAnsi="Arial" w:cs="Arial"/>
          <w:b/>
        </w:rPr>
        <w:t xml:space="preserve">" </w:t>
      </w:r>
      <w:r w:rsidR="00550A6A" w:rsidRPr="00550A6A">
        <w:rPr>
          <w:rFonts w:ascii="Arial" w:hAnsi="Arial" w:cs="Arial"/>
          <w:b/>
        </w:rPr>
        <w:sym w:font="Wingdings" w:char="F0E0"/>
      </w:r>
      <w:r w:rsidR="00550A6A">
        <w:rPr>
          <w:rFonts w:ascii="Arial" w:hAnsi="Arial" w:cs="Arial"/>
          <w:b/>
        </w:rPr>
        <w:t xml:space="preserve"> à découper en petites cartes </w:t>
      </w:r>
    </w:p>
    <w:p w:rsidR="004B3F3D" w:rsidRPr="001D733C" w:rsidRDefault="004B3F3D" w:rsidP="001D733C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D15" w:rsidRDefault="00394D15" w:rsidP="00687DE3">
      <w:pPr>
        <w:spacing w:after="0" w:line="240" w:lineRule="auto"/>
      </w:pPr>
      <w:r>
        <w:separator/>
      </w:r>
    </w:p>
  </w:endnote>
  <w:endnote w:type="continuationSeparator" w:id="0">
    <w:p w:rsidR="00394D15" w:rsidRDefault="00394D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D15" w:rsidRDefault="00394D15" w:rsidP="00687DE3">
      <w:pPr>
        <w:spacing w:after="0" w:line="240" w:lineRule="auto"/>
      </w:pPr>
      <w:r>
        <w:separator/>
      </w:r>
    </w:p>
  </w:footnote>
  <w:footnote w:type="continuationSeparator" w:id="0">
    <w:p w:rsidR="00394D15" w:rsidRDefault="00394D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1C7C7D"/>
    <w:rsid w:val="001D733C"/>
    <w:rsid w:val="00394D15"/>
    <w:rsid w:val="003F707B"/>
    <w:rsid w:val="004163C9"/>
    <w:rsid w:val="00427EA4"/>
    <w:rsid w:val="00457DEB"/>
    <w:rsid w:val="004B3F3D"/>
    <w:rsid w:val="00507F03"/>
    <w:rsid w:val="00550A6A"/>
    <w:rsid w:val="00611CB0"/>
    <w:rsid w:val="00687DE3"/>
    <w:rsid w:val="00716697"/>
    <w:rsid w:val="007B63EC"/>
    <w:rsid w:val="00852164"/>
    <w:rsid w:val="008844A5"/>
    <w:rsid w:val="00902224"/>
    <w:rsid w:val="0094240B"/>
    <w:rsid w:val="00A84F52"/>
    <w:rsid w:val="00AC70F6"/>
    <w:rsid w:val="00B3337A"/>
    <w:rsid w:val="00C93A5B"/>
    <w:rsid w:val="00CC4B8D"/>
    <w:rsid w:val="00D61C79"/>
    <w:rsid w:val="00D660C8"/>
    <w:rsid w:val="00D75DB1"/>
    <w:rsid w:val="00DF15FB"/>
    <w:rsid w:val="00DF5E50"/>
    <w:rsid w:val="00F357A9"/>
    <w:rsid w:val="00F723D3"/>
    <w:rsid w:val="00F9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EFE4525F.dotm</Template>
  <TotalTime>2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6</cp:revision>
  <dcterms:created xsi:type="dcterms:W3CDTF">2019-07-18T15:49:00Z</dcterms:created>
  <dcterms:modified xsi:type="dcterms:W3CDTF">2019-07-29T06:39:00Z</dcterms:modified>
</cp:coreProperties>
</file>